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EC" w:rsidRDefault="003F4DEC" w:rsidP="000660E8">
      <w:pPr>
        <w:jc w:val="both"/>
        <w:rPr>
          <w:sz w:val="24"/>
          <w:szCs w:val="24"/>
        </w:rPr>
        <w:sectPr w:rsidR="003F4DEC" w:rsidSect="004018FA">
          <w:headerReference w:type="even" r:id="rId6"/>
          <w:pgSz w:w="11907" w:h="16840" w:code="9"/>
          <w:pgMar w:top="1134" w:right="567" w:bottom="1134" w:left="1701" w:header="709" w:footer="709" w:gutter="0"/>
          <w:pgNumType w:start="1"/>
          <w:cols w:space="720"/>
          <w:noEndnote/>
          <w:titlePg/>
          <w:docGrid w:linePitch="78"/>
        </w:sectPr>
      </w:pPr>
    </w:p>
    <w:p w:rsidR="003F4DEC" w:rsidRPr="00F05898" w:rsidRDefault="003F4DEC" w:rsidP="00AE0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</w:t>
      </w:r>
      <w:r w:rsidRPr="00F05898">
        <w:rPr>
          <w:b/>
          <w:sz w:val="28"/>
          <w:szCs w:val="28"/>
        </w:rPr>
        <w:t>ПОПРАВ</w:t>
      </w:r>
      <w:r>
        <w:rPr>
          <w:b/>
          <w:sz w:val="28"/>
          <w:szCs w:val="28"/>
        </w:rPr>
        <w:t>О</w:t>
      </w:r>
      <w:r w:rsidRPr="00F05898">
        <w:rPr>
          <w:b/>
          <w:sz w:val="28"/>
          <w:szCs w:val="28"/>
        </w:rPr>
        <w:t>К</w:t>
      </w:r>
    </w:p>
    <w:p w:rsidR="003F4DEC" w:rsidRPr="00F05898" w:rsidRDefault="003F4DEC" w:rsidP="00AE0727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05898">
        <w:rPr>
          <w:b/>
          <w:sz w:val="28"/>
          <w:szCs w:val="28"/>
        </w:rPr>
        <w:t>к проекту закона Ульяновской области «</w:t>
      </w:r>
      <w:r w:rsidRPr="00F05898">
        <w:rPr>
          <w:b/>
          <w:bCs/>
          <w:sz w:val="28"/>
          <w:szCs w:val="28"/>
        </w:rPr>
        <w:t>О внесении изменений в статьи 1 и 2 Закона Ульяновской области</w:t>
      </w:r>
    </w:p>
    <w:p w:rsidR="003F4DEC" w:rsidRDefault="003F4DEC" w:rsidP="00AE0727">
      <w:pPr>
        <w:jc w:val="center"/>
        <w:rPr>
          <w:b/>
          <w:bCs/>
          <w:sz w:val="28"/>
          <w:szCs w:val="28"/>
        </w:rPr>
      </w:pPr>
      <w:r w:rsidRPr="00F05898">
        <w:rPr>
          <w:b/>
          <w:bCs/>
          <w:sz w:val="28"/>
          <w:szCs w:val="28"/>
        </w:rPr>
        <w:t xml:space="preserve">«О некоторых мерах по привлечению в организации жилищно-коммунального хозяйства, находящиеся </w:t>
      </w:r>
    </w:p>
    <w:p w:rsidR="003F4DEC" w:rsidRPr="00F05898" w:rsidRDefault="003F4DEC" w:rsidP="00AE0727">
      <w:pPr>
        <w:jc w:val="center"/>
        <w:rPr>
          <w:b/>
          <w:sz w:val="28"/>
          <w:szCs w:val="28"/>
        </w:rPr>
      </w:pPr>
      <w:r w:rsidRPr="00F05898">
        <w:rPr>
          <w:b/>
          <w:bCs/>
          <w:sz w:val="28"/>
          <w:szCs w:val="28"/>
        </w:rPr>
        <w:t>на территории Ульяновской области, квалифицированных работников</w:t>
      </w:r>
      <w:r w:rsidRPr="00F0589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 рекомендуемых комитетом                   Законодательного Собрания Ульяновской области по жилищной политике, жилищно-коммунальному хозяйству и  энергетике к принятию</w:t>
      </w:r>
    </w:p>
    <w:p w:rsidR="003F4DEC" w:rsidRPr="0034753B" w:rsidRDefault="003F4DEC" w:rsidP="004018FA">
      <w:pPr>
        <w:jc w:val="center"/>
        <w:rPr>
          <w:sz w:val="28"/>
          <w:szCs w:val="28"/>
        </w:rPr>
      </w:pPr>
    </w:p>
    <w:tbl>
      <w:tblPr>
        <w:tblW w:w="14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7"/>
        <w:gridCol w:w="2126"/>
        <w:gridCol w:w="3119"/>
        <w:gridCol w:w="2204"/>
        <w:gridCol w:w="4033"/>
      </w:tblGrid>
      <w:tr w:rsidR="003F4DEC" w:rsidRPr="001240EE" w:rsidTr="00817AF8">
        <w:trPr>
          <w:trHeight w:val="918"/>
        </w:trPr>
        <w:tc>
          <w:tcPr>
            <w:tcW w:w="2977" w:type="dxa"/>
            <w:vAlign w:val="center"/>
          </w:tcPr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  <w:r w:rsidRPr="001240EE">
              <w:rPr>
                <w:b/>
                <w:sz w:val="24"/>
                <w:szCs w:val="24"/>
              </w:rPr>
              <w:t xml:space="preserve">Текст </w:t>
            </w:r>
            <w:r>
              <w:rPr>
                <w:b/>
                <w:sz w:val="24"/>
                <w:szCs w:val="24"/>
              </w:rPr>
              <w:t xml:space="preserve">нормы        </w:t>
            </w:r>
            <w:r w:rsidRPr="001240E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</w:t>
            </w:r>
            <w:r w:rsidRPr="001240EE">
              <w:rPr>
                <w:b/>
                <w:sz w:val="24"/>
                <w:szCs w:val="24"/>
              </w:rPr>
              <w:t>з</w:t>
            </w:r>
            <w:r w:rsidRPr="001240EE">
              <w:rPr>
                <w:b/>
                <w:sz w:val="24"/>
                <w:szCs w:val="24"/>
              </w:rPr>
              <w:t>а</w:t>
            </w:r>
            <w:r w:rsidRPr="001240EE">
              <w:rPr>
                <w:b/>
                <w:sz w:val="24"/>
                <w:szCs w:val="24"/>
              </w:rPr>
              <w:t>конопроекта,</w:t>
            </w:r>
            <w:r>
              <w:rPr>
                <w:b/>
                <w:sz w:val="24"/>
                <w:szCs w:val="24"/>
              </w:rPr>
              <w:t xml:space="preserve">               </w:t>
            </w:r>
            <w:r w:rsidRPr="001240EE">
              <w:rPr>
                <w:b/>
                <w:sz w:val="24"/>
                <w:szCs w:val="24"/>
              </w:rPr>
              <w:t xml:space="preserve"> к к</w:t>
            </w:r>
            <w:r w:rsidRPr="001240EE">
              <w:rPr>
                <w:b/>
                <w:sz w:val="24"/>
                <w:szCs w:val="24"/>
              </w:rPr>
              <w:t>о</w:t>
            </w:r>
            <w:r w:rsidRPr="001240EE">
              <w:rPr>
                <w:b/>
                <w:sz w:val="24"/>
                <w:szCs w:val="24"/>
              </w:rPr>
              <w:t>торо</w:t>
            </w:r>
            <w:r>
              <w:rPr>
                <w:b/>
                <w:sz w:val="24"/>
                <w:szCs w:val="24"/>
              </w:rPr>
              <w:t>й</w:t>
            </w:r>
            <w:r w:rsidRPr="001240EE">
              <w:rPr>
                <w:b/>
                <w:sz w:val="24"/>
                <w:szCs w:val="24"/>
              </w:rPr>
              <w:t xml:space="preserve"> предлагается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240EE">
              <w:rPr>
                <w:b/>
                <w:sz w:val="24"/>
                <w:szCs w:val="24"/>
              </w:rPr>
              <w:t>п</w:t>
            </w:r>
            <w:r w:rsidRPr="001240EE">
              <w:rPr>
                <w:b/>
                <w:sz w:val="24"/>
                <w:szCs w:val="24"/>
              </w:rPr>
              <w:t>о</w:t>
            </w:r>
            <w:r w:rsidRPr="001240EE">
              <w:rPr>
                <w:b/>
                <w:sz w:val="24"/>
                <w:szCs w:val="24"/>
              </w:rPr>
              <w:t>правка</w:t>
            </w:r>
          </w:p>
        </w:tc>
        <w:tc>
          <w:tcPr>
            <w:tcW w:w="2126" w:type="dxa"/>
            <w:vAlign w:val="center"/>
          </w:tcPr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  <w:r w:rsidRPr="001240EE">
              <w:rPr>
                <w:b/>
                <w:sz w:val="24"/>
                <w:szCs w:val="24"/>
              </w:rPr>
              <w:t xml:space="preserve">Содержание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1240EE">
              <w:rPr>
                <w:b/>
                <w:sz w:val="24"/>
                <w:szCs w:val="24"/>
              </w:rPr>
              <w:t>поправки</w:t>
            </w:r>
          </w:p>
        </w:tc>
        <w:tc>
          <w:tcPr>
            <w:tcW w:w="3119" w:type="dxa"/>
            <w:vAlign w:val="center"/>
          </w:tcPr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  <w:r w:rsidRPr="001240EE">
              <w:rPr>
                <w:b/>
                <w:sz w:val="24"/>
                <w:szCs w:val="24"/>
              </w:rPr>
              <w:t xml:space="preserve">Новая редакция текста </w:t>
            </w:r>
            <w:r>
              <w:rPr>
                <w:b/>
                <w:sz w:val="24"/>
                <w:szCs w:val="24"/>
              </w:rPr>
              <w:t>нормы</w:t>
            </w:r>
            <w:r w:rsidRPr="001240EE">
              <w:rPr>
                <w:b/>
                <w:sz w:val="24"/>
                <w:szCs w:val="24"/>
              </w:rPr>
              <w:t xml:space="preserve"> законопроекта с учётом  предлагаемой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1240EE">
              <w:rPr>
                <w:b/>
                <w:sz w:val="24"/>
                <w:szCs w:val="24"/>
              </w:rPr>
              <w:t>п</w:t>
            </w:r>
            <w:r w:rsidRPr="001240EE">
              <w:rPr>
                <w:b/>
                <w:sz w:val="24"/>
                <w:szCs w:val="24"/>
              </w:rPr>
              <w:t>о</w:t>
            </w:r>
            <w:r w:rsidRPr="001240EE">
              <w:rPr>
                <w:b/>
                <w:sz w:val="24"/>
                <w:szCs w:val="24"/>
              </w:rPr>
              <w:t>правки</w:t>
            </w:r>
          </w:p>
        </w:tc>
        <w:tc>
          <w:tcPr>
            <w:tcW w:w="2204" w:type="dxa"/>
            <w:vAlign w:val="center"/>
          </w:tcPr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  <w:r w:rsidRPr="001240EE">
              <w:rPr>
                <w:b/>
                <w:sz w:val="24"/>
                <w:szCs w:val="24"/>
              </w:rPr>
              <w:t>Автор поправки</w:t>
            </w:r>
          </w:p>
        </w:tc>
        <w:tc>
          <w:tcPr>
            <w:tcW w:w="4033" w:type="dxa"/>
          </w:tcPr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</w:p>
          <w:p w:rsidR="003F4DEC" w:rsidRPr="001240EE" w:rsidRDefault="003F4DEC" w:rsidP="00983527">
            <w:pPr>
              <w:jc w:val="center"/>
              <w:rPr>
                <w:b/>
                <w:sz w:val="24"/>
                <w:szCs w:val="24"/>
              </w:rPr>
            </w:pPr>
            <w:r w:rsidRPr="001240EE">
              <w:rPr>
                <w:b/>
                <w:sz w:val="24"/>
                <w:szCs w:val="24"/>
              </w:rPr>
              <w:t>Краткая мотивировка решения комитета</w:t>
            </w:r>
          </w:p>
        </w:tc>
      </w:tr>
    </w:tbl>
    <w:p w:rsidR="003F4DEC" w:rsidRPr="00BE6A97" w:rsidRDefault="003F4DEC" w:rsidP="00AE0727">
      <w:pPr>
        <w:spacing w:line="14" w:lineRule="auto"/>
        <w:rPr>
          <w:sz w:val="24"/>
          <w:szCs w:val="24"/>
        </w:rPr>
      </w:pPr>
    </w:p>
    <w:tbl>
      <w:tblPr>
        <w:tblW w:w="14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7"/>
        <w:gridCol w:w="2126"/>
        <w:gridCol w:w="3119"/>
        <w:gridCol w:w="2204"/>
        <w:gridCol w:w="4033"/>
      </w:tblGrid>
      <w:tr w:rsidR="003F4DEC" w:rsidRPr="00BE6A97" w:rsidTr="00817AF8">
        <w:trPr>
          <w:tblHeader/>
        </w:trPr>
        <w:tc>
          <w:tcPr>
            <w:tcW w:w="2977" w:type="dxa"/>
          </w:tcPr>
          <w:p w:rsidR="003F4DEC" w:rsidRPr="00BE6A97" w:rsidRDefault="003F4DEC" w:rsidP="00983527">
            <w:pPr>
              <w:jc w:val="center"/>
              <w:rPr>
                <w:sz w:val="24"/>
                <w:szCs w:val="24"/>
              </w:rPr>
            </w:pPr>
            <w:r w:rsidRPr="00BE6A9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F4DEC" w:rsidRPr="00BE6A97" w:rsidRDefault="003F4DEC" w:rsidP="00983527">
            <w:pPr>
              <w:jc w:val="center"/>
              <w:rPr>
                <w:sz w:val="24"/>
                <w:szCs w:val="24"/>
              </w:rPr>
            </w:pPr>
            <w:r w:rsidRPr="00BE6A9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F4DEC" w:rsidRPr="00BE6A97" w:rsidRDefault="003F4DEC" w:rsidP="00983527">
            <w:pPr>
              <w:jc w:val="center"/>
              <w:rPr>
                <w:sz w:val="24"/>
                <w:szCs w:val="24"/>
              </w:rPr>
            </w:pPr>
            <w:r w:rsidRPr="00BE6A97">
              <w:rPr>
                <w:sz w:val="24"/>
                <w:szCs w:val="24"/>
              </w:rPr>
              <w:t>3</w:t>
            </w:r>
          </w:p>
        </w:tc>
        <w:tc>
          <w:tcPr>
            <w:tcW w:w="2204" w:type="dxa"/>
          </w:tcPr>
          <w:p w:rsidR="003F4DEC" w:rsidRPr="00BE6A97" w:rsidRDefault="003F4DEC" w:rsidP="00983527">
            <w:pPr>
              <w:jc w:val="center"/>
              <w:rPr>
                <w:sz w:val="24"/>
                <w:szCs w:val="24"/>
              </w:rPr>
            </w:pPr>
            <w:r w:rsidRPr="00BE6A97">
              <w:rPr>
                <w:sz w:val="24"/>
                <w:szCs w:val="24"/>
              </w:rPr>
              <w:t>4</w:t>
            </w:r>
          </w:p>
        </w:tc>
        <w:tc>
          <w:tcPr>
            <w:tcW w:w="4033" w:type="dxa"/>
          </w:tcPr>
          <w:p w:rsidR="003F4DEC" w:rsidRPr="00BE6A97" w:rsidRDefault="003F4DEC" w:rsidP="00983527">
            <w:pPr>
              <w:jc w:val="center"/>
              <w:rPr>
                <w:sz w:val="24"/>
                <w:szCs w:val="24"/>
              </w:rPr>
            </w:pPr>
            <w:r w:rsidRPr="00BE6A97">
              <w:rPr>
                <w:sz w:val="24"/>
                <w:szCs w:val="24"/>
              </w:rPr>
              <w:t>5</w:t>
            </w:r>
          </w:p>
        </w:tc>
      </w:tr>
      <w:tr w:rsidR="003F4DEC" w:rsidRPr="00BE6A97" w:rsidTr="00817AF8">
        <w:tc>
          <w:tcPr>
            <w:tcW w:w="2977" w:type="dxa"/>
          </w:tcPr>
          <w:p w:rsidR="003F4DEC" w:rsidRPr="00CF578F" w:rsidRDefault="003F4DEC" w:rsidP="00A57BAD">
            <w:pPr>
              <w:jc w:val="both"/>
              <w:rPr>
                <w:sz w:val="24"/>
                <w:szCs w:val="24"/>
              </w:rPr>
            </w:pPr>
            <w:r w:rsidRPr="00CF578F">
              <w:rPr>
                <w:sz w:val="24"/>
                <w:szCs w:val="24"/>
              </w:rPr>
              <w:t xml:space="preserve">Пункт 2: </w:t>
            </w:r>
          </w:p>
          <w:p w:rsidR="003F4DEC" w:rsidRPr="00CF578F" w:rsidRDefault="003F4DEC" w:rsidP="00A57BAD">
            <w:pPr>
              <w:ind w:left="-15"/>
              <w:jc w:val="both"/>
              <w:rPr>
                <w:sz w:val="24"/>
                <w:szCs w:val="24"/>
              </w:rPr>
            </w:pPr>
            <w:r w:rsidRPr="00CF578F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2) </w:t>
            </w:r>
            <w:r w:rsidRPr="00CF578F">
              <w:rPr>
                <w:sz w:val="24"/>
                <w:szCs w:val="24"/>
              </w:rPr>
              <w:t xml:space="preserve">в части 1 статьи 2 </w:t>
            </w:r>
            <w:r>
              <w:rPr>
                <w:sz w:val="24"/>
                <w:szCs w:val="24"/>
              </w:rPr>
              <w:t xml:space="preserve">  </w:t>
            </w:r>
            <w:r w:rsidRPr="00CF578F">
              <w:rPr>
                <w:sz w:val="24"/>
                <w:szCs w:val="24"/>
              </w:rPr>
              <w:t xml:space="preserve">слова «в 2015 году» </w:t>
            </w:r>
            <w:r>
              <w:rPr>
                <w:sz w:val="24"/>
                <w:szCs w:val="24"/>
              </w:rPr>
              <w:t xml:space="preserve">      </w:t>
            </w:r>
            <w:r w:rsidRPr="00CF578F">
              <w:rPr>
                <w:sz w:val="24"/>
                <w:szCs w:val="24"/>
              </w:rPr>
              <w:t>з</w:t>
            </w:r>
            <w:r w:rsidRPr="00CF578F">
              <w:rPr>
                <w:sz w:val="24"/>
                <w:szCs w:val="24"/>
              </w:rPr>
              <w:t>а</w:t>
            </w:r>
            <w:r w:rsidRPr="00CF578F">
              <w:rPr>
                <w:sz w:val="24"/>
                <w:szCs w:val="24"/>
              </w:rPr>
              <w:t>менить словами «в 2015 и 2016 годах»</w:t>
            </w:r>
            <w:r>
              <w:rPr>
                <w:sz w:val="24"/>
                <w:szCs w:val="24"/>
              </w:rPr>
              <w:t>.»</w:t>
            </w:r>
          </w:p>
          <w:p w:rsidR="003F4DEC" w:rsidRPr="00CF578F" w:rsidRDefault="003F4DEC" w:rsidP="00A57BAD">
            <w:pPr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3F4DEC" w:rsidRPr="00CF578F" w:rsidRDefault="003F4DEC" w:rsidP="00A57B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78F">
              <w:rPr>
                <w:rFonts w:ascii="Times New Roman" w:hAnsi="Times New Roman" w:cs="Times New Roman"/>
                <w:bCs/>
                <w:sz w:val="24"/>
                <w:szCs w:val="24"/>
              </w:rPr>
              <w:t>Изложить пункт 2</w:t>
            </w:r>
            <w:r w:rsidRPr="00CF578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</w:t>
            </w:r>
          </w:p>
          <w:p w:rsidR="003F4DEC" w:rsidRPr="00CF578F" w:rsidRDefault="003F4DEC" w:rsidP="00A57BAD">
            <w:pPr>
              <w:pStyle w:val="ConsPlusNormal"/>
              <w:ind w:left="-108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3F4DEC" w:rsidRPr="00CF578F" w:rsidRDefault="003F4DEC" w:rsidP="00A57BAD">
            <w:pPr>
              <w:jc w:val="both"/>
              <w:rPr>
                <w:sz w:val="24"/>
                <w:szCs w:val="24"/>
              </w:rPr>
            </w:pPr>
            <w:r w:rsidRPr="00CF578F">
              <w:rPr>
                <w:sz w:val="24"/>
                <w:szCs w:val="24"/>
              </w:rPr>
              <w:t>Пункт 2:</w:t>
            </w:r>
          </w:p>
          <w:p w:rsidR="003F4DEC" w:rsidRPr="00CF578F" w:rsidRDefault="003F4DEC" w:rsidP="00A57BAD">
            <w:pPr>
              <w:jc w:val="both"/>
              <w:rPr>
                <w:sz w:val="24"/>
                <w:szCs w:val="24"/>
                <w:highlight w:val="yellow"/>
              </w:rPr>
            </w:pPr>
            <w:r w:rsidRPr="00CF578F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2) </w:t>
            </w:r>
            <w:r w:rsidRPr="00CF578F">
              <w:rPr>
                <w:sz w:val="24"/>
                <w:szCs w:val="24"/>
              </w:rPr>
              <w:t xml:space="preserve">в части 1 статьи 2 слова «в 2015 году» заменить словами «в 2015-2018 </w:t>
            </w:r>
            <w:r>
              <w:rPr>
                <w:sz w:val="24"/>
                <w:szCs w:val="24"/>
              </w:rPr>
              <w:t xml:space="preserve">     </w:t>
            </w:r>
            <w:r w:rsidRPr="00CF578F">
              <w:rPr>
                <w:sz w:val="24"/>
                <w:szCs w:val="24"/>
              </w:rPr>
              <w:t>г</w:t>
            </w:r>
            <w:r w:rsidRPr="00CF578F">
              <w:rPr>
                <w:sz w:val="24"/>
                <w:szCs w:val="24"/>
              </w:rPr>
              <w:t>о</w:t>
            </w:r>
            <w:r w:rsidRPr="00CF578F">
              <w:rPr>
                <w:sz w:val="24"/>
                <w:szCs w:val="24"/>
              </w:rPr>
              <w:t>дах»</w:t>
            </w:r>
            <w:r>
              <w:rPr>
                <w:sz w:val="24"/>
                <w:szCs w:val="24"/>
              </w:rPr>
              <w:t>.»</w:t>
            </w:r>
          </w:p>
        </w:tc>
        <w:tc>
          <w:tcPr>
            <w:tcW w:w="2204" w:type="dxa"/>
          </w:tcPr>
          <w:p w:rsidR="003F4DEC" w:rsidRPr="00CF578F" w:rsidRDefault="003F4DEC" w:rsidP="00A57BAD">
            <w:pPr>
              <w:jc w:val="center"/>
              <w:rPr>
                <w:sz w:val="24"/>
                <w:szCs w:val="24"/>
              </w:rPr>
            </w:pPr>
            <w:r w:rsidRPr="00CF578F">
              <w:rPr>
                <w:sz w:val="24"/>
                <w:szCs w:val="24"/>
              </w:rPr>
              <w:t xml:space="preserve">Правительство Ульяновской </w:t>
            </w:r>
          </w:p>
          <w:p w:rsidR="003F4DEC" w:rsidRPr="00CF578F" w:rsidRDefault="003F4DEC" w:rsidP="00A57BAD">
            <w:pPr>
              <w:jc w:val="center"/>
              <w:rPr>
                <w:sz w:val="24"/>
                <w:szCs w:val="24"/>
                <w:highlight w:val="yellow"/>
              </w:rPr>
            </w:pPr>
            <w:r w:rsidRPr="00CF578F">
              <w:rPr>
                <w:sz w:val="24"/>
                <w:szCs w:val="24"/>
              </w:rPr>
              <w:t>области</w:t>
            </w:r>
          </w:p>
        </w:tc>
        <w:tc>
          <w:tcPr>
            <w:tcW w:w="4033" w:type="dxa"/>
          </w:tcPr>
          <w:p w:rsidR="003F4DEC" w:rsidRPr="00CF578F" w:rsidRDefault="003F4DEC" w:rsidP="00A57BAD">
            <w:pPr>
              <w:jc w:val="both"/>
              <w:rPr>
                <w:spacing w:val="-4"/>
                <w:sz w:val="24"/>
                <w:szCs w:val="24"/>
              </w:rPr>
            </w:pPr>
            <w:r w:rsidRPr="00CF578F">
              <w:rPr>
                <w:bCs/>
                <w:spacing w:val="-4"/>
                <w:sz w:val="24"/>
                <w:szCs w:val="24"/>
              </w:rPr>
              <w:t>В целях восполнения дефицита ка</w:t>
            </w:r>
            <w:r w:rsidRPr="00CF578F">
              <w:rPr>
                <w:bCs/>
                <w:spacing w:val="-4"/>
                <w:sz w:val="24"/>
                <w:szCs w:val="24"/>
              </w:rPr>
              <w:t>д</w:t>
            </w:r>
            <w:r w:rsidRPr="00CF578F">
              <w:rPr>
                <w:bCs/>
                <w:spacing w:val="-4"/>
                <w:sz w:val="24"/>
                <w:szCs w:val="24"/>
              </w:rPr>
              <w:t>ров (</w:t>
            </w:r>
            <w:r w:rsidRPr="00CF578F">
              <w:rPr>
                <w:spacing w:val="-4"/>
                <w:sz w:val="24"/>
                <w:szCs w:val="24"/>
              </w:rPr>
              <w:t>более 200 человек) в организац</w:t>
            </w:r>
            <w:r w:rsidRPr="00CF578F">
              <w:rPr>
                <w:spacing w:val="-4"/>
                <w:sz w:val="24"/>
                <w:szCs w:val="24"/>
              </w:rPr>
              <w:t>и</w:t>
            </w:r>
            <w:r w:rsidRPr="00CF578F">
              <w:rPr>
                <w:spacing w:val="-4"/>
                <w:sz w:val="24"/>
                <w:szCs w:val="24"/>
              </w:rPr>
              <w:t>ях жилищно-коммунального ко</w:t>
            </w:r>
            <w:r w:rsidRPr="00CF578F">
              <w:rPr>
                <w:spacing w:val="-4"/>
                <w:sz w:val="24"/>
                <w:szCs w:val="24"/>
              </w:rPr>
              <w:t>м</w:t>
            </w:r>
            <w:r w:rsidRPr="00CF578F">
              <w:rPr>
                <w:spacing w:val="-4"/>
                <w:sz w:val="24"/>
                <w:szCs w:val="24"/>
              </w:rPr>
              <w:t>плекса, осуществляющих свою де</w:t>
            </w:r>
            <w:r w:rsidRPr="00CF578F">
              <w:rPr>
                <w:spacing w:val="-4"/>
                <w:sz w:val="24"/>
                <w:szCs w:val="24"/>
              </w:rPr>
              <w:t>я</w:t>
            </w:r>
            <w:r w:rsidRPr="00CF578F">
              <w:rPr>
                <w:spacing w:val="-4"/>
                <w:sz w:val="24"/>
                <w:szCs w:val="24"/>
              </w:rPr>
              <w:t xml:space="preserve">тельность на территории Ульяновской области, предлагается распространить действие Закона Ульяновской области </w:t>
            </w:r>
            <w:r w:rsidRPr="00CF578F">
              <w:rPr>
                <w:bCs/>
                <w:spacing w:val="-4"/>
                <w:sz w:val="24"/>
                <w:szCs w:val="24"/>
              </w:rPr>
              <w:t>«О некоторых мерах по привлечению в организации жилищно-коммунального хозяйства, наход</w:t>
            </w:r>
            <w:r w:rsidRPr="00CF578F">
              <w:rPr>
                <w:bCs/>
                <w:spacing w:val="-4"/>
                <w:sz w:val="24"/>
                <w:szCs w:val="24"/>
              </w:rPr>
              <w:t>я</w:t>
            </w:r>
            <w:r w:rsidRPr="00CF578F">
              <w:rPr>
                <w:bCs/>
                <w:spacing w:val="-4"/>
                <w:sz w:val="24"/>
                <w:szCs w:val="24"/>
              </w:rPr>
              <w:t>щиеся на территории Ульяновской области, квалифицированных рабо</w:t>
            </w:r>
            <w:r w:rsidRPr="00CF578F">
              <w:rPr>
                <w:bCs/>
                <w:spacing w:val="-4"/>
                <w:sz w:val="24"/>
                <w:szCs w:val="24"/>
              </w:rPr>
              <w:t>т</w:t>
            </w:r>
            <w:r w:rsidRPr="00CF578F">
              <w:rPr>
                <w:bCs/>
                <w:spacing w:val="-4"/>
                <w:sz w:val="24"/>
                <w:szCs w:val="24"/>
              </w:rPr>
              <w:t>ников</w:t>
            </w:r>
            <w:r w:rsidRPr="00CF578F">
              <w:rPr>
                <w:spacing w:val="-4"/>
                <w:sz w:val="24"/>
                <w:szCs w:val="24"/>
              </w:rPr>
              <w:t>» на обучающихся на основе договора об оказании платных обр</w:t>
            </w:r>
            <w:r w:rsidRPr="00CF578F">
              <w:rPr>
                <w:spacing w:val="-4"/>
                <w:sz w:val="24"/>
                <w:szCs w:val="24"/>
              </w:rPr>
              <w:t>а</w:t>
            </w:r>
            <w:r w:rsidRPr="00CF578F">
              <w:rPr>
                <w:spacing w:val="-4"/>
                <w:sz w:val="24"/>
                <w:szCs w:val="24"/>
              </w:rPr>
              <w:t>зовательных услуг по программам бакалавриата и магистратуры, закл</w:t>
            </w:r>
            <w:r w:rsidRPr="00CF578F">
              <w:rPr>
                <w:spacing w:val="-4"/>
                <w:sz w:val="24"/>
                <w:szCs w:val="24"/>
              </w:rPr>
              <w:t>ю</w:t>
            </w:r>
            <w:r w:rsidRPr="00CF578F">
              <w:rPr>
                <w:spacing w:val="-4"/>
                <w:sz w:val="24"/>
                <w:szCs w:val="24"/>
              </w:rPr>
              <w:t>чивших договоры в период с 2016 по 2018 год.</w:t>
            </w:r>
          </w:p>
        </w:tc>
      </w:tr>
    </w:tbl>
    <w:p w:rsidR="003F4DEC" w:rsidRPr="0034753B" w:rsidRDefault="003F4DEC" w:rsidP="004018FA">
      <w:pPr>
        <w:jc w:val="center"/>
        <w:rPr>
          <w:sz w:val="28"/>
          <w:szCs w:val="28"/>
        </w:rPr>
      </w:pPr>
    </w:p>
    <w:p w:rsidR="003F4DEC" w:rsidRPr="0034753B" w:rsidRDefault="003F4DEC" w:rsidP="004018FA">
      <w:pPr>
        <w:jc w:val="center"/>
        <w:rPr>
          <w:sz w:val="28"/>
          <w:szCs w:val="28"/>
        </w:rPr>
      </w:pPr>
    </w:p>
    <w:p w:rsidR="003F4DEC" w:rsidRPr="0034753B" w:rsidRDefault="003F4DEC" w:rsidP="004018FA">
      <w:pPr>
        <w:jc w:val="center"/>
        <w:rPr>
          <w:sz w:val="28"/>
          <w:szCs w:val="28"/>
        </w:rPr>
      </w:pPr>
      <w:r w:rsidRPr="0034753B">
        <w:rPr>
          <w:sz w:val="28"/>
          <w:szCs w:val="28"/>
        </w:rPr>
        <w:t>_______________</w:t>
      </w:r>
    </w:p>
    <w:sectPr w:rsidR="003F4DEC" w:rsidRPr="0034753B" w:rsidSect="00AE0727">
      <w:headerReference w:type="default" r:id="rId7"/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DEC" w:rsidRDefault="003F4DEC">
      <w:r>
        <w:separator/>
      </w:r>
    </w:p>
  </w:endnote>
  <w:endnote w:type="continuationSeparator" w:id="0">
    <w:p w:rsidR="003F4DEC" w:rsidRDefault="003F4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DEC" w:rsidRDefault="003F4DEC">
      <w:r>
        <w:separator/>
      </w:r>
    </w:p>
  </w:footnote>
  <w:footnote w:type="continuationSeparator" w:id="0">
    <w:p w:rsidR="003F4DEC" w:rsidRDefault="003F4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DEC" w:rsidRDefault="003F4DEC" w:rsidP="00C045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F4DEC" w:rsidRDefault="003F4D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DEC" w:rsidRPr="00AE0727" w:rsidRDefault="003F4DEC">
    <w:pPr>
      <w:pStyle w:val="Header"/>
      <w:jc w:val="center"/>
      <w:rPr>
        <w:sz w:val="28"/>
        <w:szCs w:val="28"/>
      </w:rPr>
    </w:pPr>
    <w:r w:rsidRPr="00AE0727">
      <w:rPr>
        <w:sz w:val="28"/>
        <w:szCs w:val="28"/>
      </w:rPr>
      <w:fldChar w:fldCharType="begin"/>
    </w:r>
    <w:r w:rsidRPr="00AE0727">
      <w:rPr>
        <w:sz w:val="28"/>
        <w:szCs w:val="28"/>
      </w:rPr>
      <w:instrText>PAGE   \* MERGEFORMAT</w:instrText>
    </w:r>
    <w:r w:rsidRPr="00AE0727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AE0727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autoHyphenation/>
  <w:hyphenationZone w:val="357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5C3"/>
    <w:rsid w:val="00016091"/>
    <w:rsid w:val="00061A7E"/>
    <w:rsid w:val="000660E8"/>
    <w:rsid w:val="000A481E"/>
    <w:rsid w:val="000A5A4C"/>
    <w:rsid w:val="000C2CDD"/>
    <w:rsid w:val="000F728D"/>
    <w:rsid w:val="00114297"/>
    <w:rsid w:val="001240EE"/>
    <w:rsid w:val="00124864"/>
    <w:rsid w:val="0014417E"/>
    <w:rsid w:val="00150EC4"/>
    <w:rsid w:val="0018214C"/>
    <w:rsid w:val="0019057C"/>
    <w:rsid w:val="00193EA5"/>
    <w:rsid w:val="001A1BA8"/>
    <w:rsid w:val="001A5778"/>
    <w:rsid w:val="001B3C5C"/>
    <w:rsid w:val="001B3F06"/>
    <w:rsid w:val="001B5399"/>
    <w:rsid w:val="001D134B"/>
    <w:rsid w:val="001D35A0"/>
    <w:rsid w:val="002373F5"/>
    <w:rsid w:val="00242509"/>
    <w:rsid w:val="0025513A"/>
    <w:rsid w:val="00260BB0"/>
    <w:rsid w:val="0026511D"/>
    <w:rsid w:val="00293227"/>
    <w:rsid w:val="00293919"/>
    <w:rsid w:val="002B7453"/>
    <w:rsid w:val="003005AA"/>
    <w:rsid w:val="00310F49"/>
    <w:rsid w:val="003157B4"/>
    <w:rsid w:val="0034337E"/>
    <w:rsid w:val="0034345E"/>
    <w:rsid w:val="00344F88"/>
    <w:rsid w:val="0034753B"/>
    <w:rsid w:val="00353B1E"/>
    <w:rsid w:val="00371645"/>
    <w:rsid w:val="00393614"/>
    <w:rsid w:val="003B0BDD"/>
    <w:rsid w:val="003C21A5"/>
    <w:rsid w:val="003E0E83"/>
    <w:rsid w:val="003E72DE"/>
    <w:rsid w:val="003F4DEC"/>
    <w:rsid w:val="00400F52"/>
    <w:rsid w:val="004018FA"/>
    <w:rsid w:val="00404A16"/>
    <w:rsid w:val="00410E1F"/>
    <w:rsid w:val="0041505C"/>
    <w:rsid w:val="004437F9"/>
    <w:rsid w:val="00457B66"/>
    <w:rsid w:val="004621A2"/>
    <w:rsid w:val="00487D0B"/>
    <w:rsid w:val="00495958"/>
    <w:rsid w:val="004A0BF2"/>
    <w:rsid w:val="004C4BE8"/>
    <w:rsid w:val="00514B7C"/>
    <w:rsid w:val="0058279C"/>
    <w:rsid w:val="005B1F2E"/>
    <w:rsid w:val="005C48E7"/>
    <w:rsid w:val="005D0DF3"/>
    <w:rsid w:val="005D272F"/>
    <w:rsid w:val="005F48AA"/>
    <w:rsid w:val="00601646"/>
    <w:rsid w:val="006618A2"/>
    <w:rsid w:val="00686A19"/>
    <w:rsid w:val="00694B66"/>
    <w:rsid w:val="006A5D2C"/>
    <w:rsid w:val="006C00B5"/>
    <w:rsid w:val="006C64F5"/>
    <w:rsid w:val="006F0E02"/>
    <w:rsid w:val="00701C62"/>
    <w:rsid w:val="0074096D"/>
    <w:rsid w:val="00797426"/>
    <w:rsid w:val="007D4212"/>
    <w:rsid w:val="007D6A80"/>
    <w:rsid w:val="007F073B"/>
    <w:rsid w:val="007F6AA2"/>
    <w:rsid w:val="00817860"/>
    <w:rsid w:val="00817AF8"/>
    <w:rsid w:val="00826DCE"/>
    <w:rsid w:val="00854E55"/>
    <w:rsid w:val="00872DF3"/>
    <w:rsid w:val="008833FE"/>
    <w:rsid w:val="008C4F06"/>
    <w:rsid w:val="008D45D4"/>
    <w:rsid w:val="008E65ED"/>
    <w:rsid w:val="008F15C3"/>
    <w:rsid w:val="00920A9B"/>
    <w:rsid w:val="00930D9A"/>
    <w:rsid w:val="00935A07"/>
    <w:rsid w:val="00937C7A"/>
    <w:rsid w:val="00946708"/>
    <w:rsid w:val="0095131C"/>
    <w:rsid w:val="00957AA2"/>
    <w:rsid w:val="00971861"/>
    <w:rsid w:val="00983527"/>
    <w:rsid w:val="009A2C45"/>
    <w:rsid w:val="009C52A4"/>
    <w:rsid w:val="009D21C2"/>
    <w:rsid w:val="009D6340"/>
    <w:rsid w:val="009E03DA"/>
    <w:rsid w:val="009E0946"/>
    <w:rsid w:val="009F59AE"/>
    <w:rsid w:val="00A07FDE"/>
    <w:rsid w:val="00A532EC"/>
    <w:rsid w:val="00A57BAD"/>
    <w:rsid w:val="00A75068"/>
    <w:rsid w:val="00A753AD"/>
    <w:rsid w:val="00A87941"/>
    <w:rsid w:val="00AE0727"/>
    <w:rsid w:val="00AF5CF1"/>
    <w:rsid w:val="00B20C76"/>
    <w:rsid w:val="00B25774"/>
    <w:rsid w:val="00B61F9F"/>
    <w:rsid w:val="00B63770"/>
    <w:rsid w:val="00B71952"/>
    <w:rsid w:val="00B75885"/>
    <w:rsid w:val="00B76620"/>
    <w:rsid w:val="00B95ECC"/>
    <w:rsid w:val="00BB5229"/>
    <w:rsid w:val="00BE6A97"/>
    <w:rsid w:val="00C045F6"/>
    <w:rsid w:val="00C1752A"/>
    <w:rsid w:val="00C26DEF"/>
    <w:rsid w:val="00C8239A"/>
    <w:rsid w:val="00C8761A"/>
    <w:rsid w:val="00C87BA5"/>
    <w:rsid w:val="00CD6281"/>
    <w:rsid w:val="00CE42C9"/>
    <w:rsid w:val="00CF1009"/>
    <w:rsid w:val="00CF578F"/>
    <w:rsid w:val="00D403B5"/>
    <w:rsid w:val="00D40CD0"/>
    <w:rsid w:val="00D70DA7"/>
    <w:rsid w:val="00D715C7"/>
    <w:rsid w:val="00D72517"/>
    <w:rsid w:val="00D8753D"/>
    <w:rsid w:val="00DA1035"/>
    <w:rsid w:val="00DB7FDA"/>
    <w:rsid w:val="00E06605"/>
    <w:rsid w:val="00E11714"/>
    <w:rsid w:val="00E13ECC"/>
    <w:rsid w:val="00E1540B"/>
    <w:rsid w:val="00E304F4"/>
    <w:rsid w:val="00E555D0"/>
    <w:rsid w:val="00E95C66"/>
    <w:rsid w:val="00EA75AB"/>
    <w:rsid w:val="00EB280B"/>
    <w:rsid w:val="00EB7161"/>
    <w:rsid w:val="00ED0A4E"/>
    <w:rsid w:val="00EE406A"/>
    <w:rsid w:val="00F05898"/>
    <w:rsid w:val="00F207BB"/>
    <w:rsid w:val="00F23D0F"/>
    <w:rsid w:val="00F4245F"/>
    <w:rsid w:val="00F56199"/>
    <w:rsid w:val="00F62857"/>
    <w:rsid w:val="00F672D2"/>
    <w:rsid w:val="00F71B32"/>
    <w:rsid w:val="00F73526"/>
    <w:rsid w:val="00FB4992"/>
    <w:rsid w:val="00FE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E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BE8"/>
    <w:pPr>
      <w:keepNext/>
      <w:spacing w:line="192" w:lineRule="auto"/>
      <w:jc w:val="both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49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A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B4992"/>
    <w:rPr>
      <w:rFonts w:ascii="Cambria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4C4BE8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6A19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C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6A19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semiHidden/>
    <w:rsid w:val="004C4BE8"/>
    <w:pPr>
      <w:ind w:left="1653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86A19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0F72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18FA"/>
    <w:rPr>
      <w:rFonts w:cs="Times New Roman"/>
    </w:rPr>
  </w:style>
  <w:style w:type="character" w:styleId="PageNumber">
    <w:name w:val="page number"/>
    <w:basedOn w:val="DefaultParagraphFont"/>
    <w:uiPriority w:val="99"/>
    <w:rsid w:val="000F728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60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6A19"/>
    <w:rPr>
      <w:rFonts w:cs="Times New Roman"/>
      <w:sz w:val="20"/>
      <w:szCs w:val="20"/>
    </w:rPr>
  </w:style>
  <w:style w:type="paragraph" w:customStyle="1" w:styleId="2">
    <w:name w:val="Знак Знак2 Знак Знак Знак Знак"/>
    <w:basedOn w:val="Normal"/>
    <w:uiPriority w:val="99"/>
    <w:rsid w:val="00C8239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4018F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018F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20</TotalTime>
  <Pages>2</Pages>
  <Words>232</Words>
  <Characters>1327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subject/>
  <dc:creator>Belova</dc:creator>
  <cp:keywords/>
  <dc:description/>
  <cp:lastModifiedBy>user</cp:lastModifiedBy>
  <cp:revision>7</cp:revision>
  <cp:lastPrinted>2016-09-08T12:41:00Z</cp:lastPrinted>
  <dcterms:created xsi:type="dcterms:W3CDTF">2016-09-08T11:31:00Z</dcterms:created>
  <dcterms:modified xsi:type="dcterms:W3CDTF">2016-09-16T11:55:00Z</dcterms:modified>
</cp:coreProperties>
</file>